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8D" w:rsidRDefault="0076658D" w:rsidP="00F7098E">
      <w:pPr>
        <w:jc w:val="center"/>
      </w:pPr>
      <w:r>
        <w:t>SACS Minutes</w:t>
      </w:r>
    </w:p>
    <w:p w:rsidR="0076658D" w:rsidRDefault="0076658D" w:rsidP="00F7098E">
      <w:pPr>
        <w:jc w:val="center"/>
      </w:pPr>
    </w:p>
    <w:p w:rsidR="0076658D" w:rsidRDefault="0076658D" w:rsidP="00F7098E">
      <w:r>
        <w:t>3/7</w:t>
      </w:r>
    </w:p>
    <w:p w:rsidR="0076658D" w:rsidRDefault="0076658D" w:rsidP="00F7098E">
      <w:r>
        <w:t xml:space="preserve">Teri Zinone – Gave an overview of the Survey’s now available for SACS </w:t>
      </w:r>
    </w:p>
    <w:p w:rsidR="0076658D" w:rsidRDefault="0076658D" w:rsidP="00F7098E">
      <w:r>
        <w:t>Broke up into individual committees.</w:t>
      </w:r>
    </w:p>
    <w:p w:rsidR="0076658D" w:rsidRDefault="0076658D" w:rsidP="00F7098E">
      <w:r>
        <w:t xml:space="preserve">Standard  4 </w:t>
      </w:r>
    </w:p>
    <w:p w:rsidR="0076658D" w:rsidRDefault="0076658D" w:rsidP="00F7098E">
      <w:r>
        <w:t>Committee members In attendance:  Amber, David, Susan, Chuck</w:t>
      </w:r>
    </w:p>
    <w:p w:rsidR="0076658D" w:rsidRDefault="0076658D" w:rsidP="00F7098E">
      <w:r>
        <w:t>Reviewed each standard and identified strengths.</w:t>
      </w:r>
    </w:p>
    <w:p w:rsidR="0076658D" w:rsidRDefault="0076658D" w:rsidP="00F7098E">
      <w:pPr>
        <w:rPr>
          <w:b/>
        </w:rPr>
      </w:pPr>
      <w:r w:rsidRPr="00D53BB2">
        <w:rPr>
          <w:b/>
        </w:rPr>
        <w:t>4.1</w:t>
      </w:r>
    </w:p>
    <w:p w:rsidR="0076658D" w:rsidRPr="00D53BB2" w:rsidRDefault="0076658D" w:rsidP="00F7098E">
      <w:pPr>
        <w:rPr>
          <w:b/>
        </w:rPr>
      </w:pPr>
      <w:r>
        <w:t>Strengths:</w:t>
      </w:r>
    </w:p>
    <w:p w:rsidR="0076658D" w:rsidRDefault="0076658D" w:rsidP="00F7098E">
      <w:pPr>
        <w:pStyle w:val="ListParagraph"/>
        <w:numPr>
          <w:ilvl w:val="0"/>
          <w:numId w:val="1"/>
        </w:numPr>
      </w:pPr>
      <w:r>
        <w:t>Increased support staff</w:t>
      </w:r>
    </w:p>
    <w:p w:rsidR="0076658D" w:rsidRDefault="0076658D" w:rsidP="00F7098E">
      <w:pPr>
        <w:pStyle w:val="ListParagraph"/>
        <w:numPr>
          <w:ilvl w:val="1"/>
          <w:numId w:val="1"/>
        </w:numPr>
      </w:pPr>
      <w:r>
        <w:t>St. Francis Academy</w:t>
      </w:r>
    </w:p>
    <w:p w:rsidR="0076658D" w:rsidRDefault="0076658D" w:rsidP="00F7098E">
      <w:pPr>
        <w:pStyle w:val="ListParagraph"/>
        <w:numPr>
          <w:ilvl w:val="1"/>
          <w:numId w:val="1"/>
        </w:numPr>
      </w:pPr>
      <w:r>
        <w:t>ESOL</w:t>
      </w:r>
    </w:p>
    <w:p w:rsidR="0076658D" w:rsidRDefault="0076658D" w:rsidP="00F7098E">
      <w:pPr>
        <w:pStyle w:val="ListParagraph"/>
        <w:numPr>
          <w:ilvl w:val="1"/>
          <w:numId w:val="1"/>
        </w:numPr>
      </w:pPr>
      <w:r>
        <w:t>Fine Arts</w:t>
      </w:r>
    </w:p>
    <w:p w:rsidR="0076658D" w:rsidRDefault="0076658D" w:rsidP="00F7098E">
      <w:pPr>
        <w:pStyle w:val="ListParagraph"/>
        <w:numPr>
          <w:ilvl w:val="1"/>
          <w:numId w:val="1"/>
        </w:numPr>
      </w:pPr>
      <w:r>
        <w:t>Substitute Teacher</w:t>
      </w:r>
    </w:p>
    <w:p w:rsidR="0076658D" w:rsidRDefault="0076658D" w:rsidP="00F7098E">
      <w:r>
        <w:t>Weakness:</w:t>
      </w:r>
    </w:p>
    <w:p w:rsidR="0076658D" w:rsidRDefault="0076658D" w:rsidP="00F7098E">
      <w:r>
        <w:tab/>
        <w:t>Clearly defined written policies</w:t>
      </w:r>
    </w:p>
    <w:p w:rsidR="0076658D" w:rsidRDefault="0076658D" w:rsidP="00F7098E"/>
    <w:p w:rsidR="0076658D" w:rsidRPr="00D53BB2" w:rsidRDefault="0076658D" w:rsidP="00F7098E">
      <w:pPr>
        <w:rPr>
          <w:b/>
        </w:rPr>
      </w:pPr>
      <w:r w:rsidRPr="00D53BB2">
        <w:rPr>
          <w:b/>
        </w:rPr>
        <w:t>4.2</w:t>
      </w:r>
    </w:p>
    <w:p w:rsidR="0076658D" w:rsidRDefault="0076658D" w:rsidP="00F7098E">
      <w:r>
        <w:t>Strengths:</w:t>
      </w:r>
    </w:p>
    <w:p w:rsidR="0076658D" w:rsidRDefault="0076658D" w:rsidP="00F7098E">
      <w:pPr>
        <w:pStyle w:val="ListParagraph"/>
        <w:numPr>
          <w:ilvl w:val="0"/>
          <w:numId w:val="1"/>
        </w:numPr>
      </w:pPr>
      <w:r>
        <w:t>Uninterrupted instructional time</w:t>
      </w:r>
    </w:p>
    <w:p w:rsidR="0076658D" w:rsidRDefault="0076658D" w:rsidP="00F7098E">
      <w:pPr>
        <w:pStyle w:val="ListParagraph"/>
        <w:numPr>
          <w:ilvl w:val="0"/>
          <w:numId w:val="1"/>
        </w:numPr>
      </w:pPr>
      <w:r>
        <w:t>Accelerated math program</w:t>
      </w:r>
    </w:p>
    <w:p w:rsidR="0076658D" w:rsidRDefault="0076658D" w:rsidP="00D53BB2">
      <w:pPr>
        <w:pStyle w:val="ListParagraph"/>
        <w:numPr>
          <w:ilvl w:val="0"/>
          <w:numId w:val="1"/>
        </w:numPr>
      </w:pPr>
      <w:r>
        <w:t>Technology upgrade to include :</w:t>
      </w:r>
    </w:p>
    <w:p w:rsidR="0076658D" w:rsidRDefault="0076658D" w:rsidP="00D53BB2">
      <w:pPr>
        <w:pStyle w:val="ListParagraph"/>
        <w:numPr>
          <w:ilvl w:val="1"/>
          <w:numId w:val="1"/>
        </w:numPr>
      </w:pPr>
      <w:r>
        <w:t>fiber optic lines</w:t>
      </w:r>
    </w:p>
    <w:p w:rsidR="0076658D" w:rsidRDefault="0076658D" w:rsidP="00D53BB2">
      <w:pPr>
        <w:pStyle w:val="ListParagraph"/>
        <w:numPr>
          <w:ilvl w:val="1"/>
          <w:numId w:val="1"/>
        </w:numPr>
      </w:pPr>
      <w:r>
        <w:t xml:space="preserve">phone system </w:t>
      </w:r>
    </w:p>
    <w:p w:rsidR="0076658D" w:rsidRDefault="0076658D" w:rsidP="00D53BB2">
      <w:pPr>
        <w:pStyle w:val="ListParagraph"/>
        <w:numPr>
          <w:ilvl w:val="1"/>
          <w:numId w:val="1"/>
        </w:numPr>
      </w:pPr>
      <w:r>
        <w:t>future classroom upgrades</w:t>
      </w:r>
    </w:p>
    <w:p w:rsidR="0076658D" w:rsidRDefault="0076658D" w:rsidP="00D53BB2">
      <w:pPr>
        <w:pStyle w:val="ListParagraph"/>
        <w:numPr>
          <w:ilvl w:val="0"/>
          <w:numId w:val="1"/>
        </w:numPr>
      </w:pPr>
      <w:r>
        <w:t>Separation of school and business offices</w:t>
      </w:r>
    </w:p>
    <w:p w:rsidR="0076658D" w:rsidRDefault="0076658D" w:rsidP="00D53BB2"/>
    <w:p w:rsidR="0076658D" w:rsidRDefault="0076658D" w:rsidP="00D53BB2"/>
    <w:p w:rsidR="0076658D" w:rsidRDefault="0076658D" w:rsidP="00D53BB2">
      <w:r>
        <w:t>4.3</w:t>
      </w:r>
    </w:p>
    <w:p w:rsidR="0076658D" w:rsidRDefault="0076658D" w:rsidP="00D53BB2">
      <w:r>
        <w:t>Strengths:</w:t>
      </w:r>
    </w:p>
    <w:p w:rsidR="0076658D" w:rsidRDefault="0076658D" w:rsidP="00D53BB2">
      <w:pPr>
        <w:pStyle w:val="ListParagraph"/>
        <w:numPr>
          <w:ilvl w:val="0"/>
          <w:numId w:val="2"/>
        </w:numPr>
      </w:pPr>
      <w:r>
        <w:t>Landscaping</w:t>
      </w:r>
    </w:p>
    <w:p w:rsidR="0076658D" w:rsidRDefault="0076658D" w:rsidP="00D53BB2">
      <w:pPr>
        <w:pStyle w:val="ListParagraph"/>
        <w:numPr>
          <w:ilvl w:val="1"/>
          <w:numId w:val="2"/>
        </w:numPr>
      </w:pPr>
      <w:r>
        <w:t>Aesthetic improvements</w:t>
      </w:r>
    </w:p>
    <w:p w:rsidR="0076658D" w:rsidRDefault="0076658D" w:rsidP="00D53BB2">
      <w:pPr>
        <w:pStyle w:val="ListParagraph"/>
        <w:numPr>
          <w:ilvl w:val="1"/>
          <w:numId w:val="2"/>
        </w:numPr>
      </w:pPr>
      <w:r>
        <w:t>Courtyard</w:t>
      </w:r>
    </w:p>
    <w:p w:rsidR="0076658D" w:rsidRDefault="0076658D" w:rsidP="00D53BB2">
      <w:pPr>
        <w:pStyle w:val="ListParagraph"/>
        <w:numPr>
          <w:ilvl w:val="2"/>
          <w:numId w:val="2"/>
        </w:numPr>
      </w:pPr>
    </w:p>
    <w:p w:rsidR="0076658D" w:rsidRDefault="0076658D" w:rsidP="00D53BB2">
      <w:pPr>
        <w:pStyle w:val="ListParagraph"/>
        <w:numPr>
          <w:ilvl w:val="0"/>
          <w:numId w:val="2"/>
        </w:numPr>
      </w:pPr>
      <w:r>
        <w:t>Grant writer on staff</w:t>
      </w:r>
    </w:p>
    <w:p w:rsidR="0076658D" w:rsidRDefault="0076658D" w:rsidP="00D53BB2">
      <w:pPr>
        <w:pStyle w:val="ListParagraph"/>
        <w:numPr>
          <w:ilvl w:val="0"/>
          <w:numId w:val="2"/>
        </w:numPr>
      </w:pPr>
      <w:r>
        <w:t>Increased  Campus security</w:t>
      </w:r>
    </w:p>
    <w:p w:rsidR="0076658D" w:rsidRDefault="0076658D" w:rsidP="00D53BB2">
      <w:pPr>
        <w:pStyle w:val="ListParagraph"/>
        <w:numPr>
          <w:ilvl w:val="1"/>
          <w:numId w:val="2"/>
        </w:numPr>
      </w:pPr>
      <w:r>
        <w:t>Fencing</w:t>
      </w:r>
    </w:p>
    <w:p w:rsidR="0076658D" w:rsidRDefault="0076658D" w:rsidP="00D53BB2">
      <w:pPr>
        <w:pStyle w:val="ListParagraph"/>
        <w:numPr>
          <w:ilvl w:val="1"/>
          <w:numId w:val="2"/>
        </w:numPr>
      </w:pPr>
      <w:r>
        <w:t>Cameras</w:t>
      </w:r>
    </w:p>
    <w:p w:rsidR="0076658D" w:rsidRDefault="0076658D" w:rsidP="00D53BB2">
      <w:r>
        <w:t>4.4</w:t>
      </w:r>
    </w:p>
    <w:p w:rsidR="0076658D" w:rsidRDefault="0076658D" w:rsidP="00D53BB2">
      <w:r>
        <w:t>Strengths:</w:t>
      </w:r>
    </w:p>
    <w:p w:rsidR="0076658D" w:rsidRDefault="0076658D" w:rsidP="00D53BB2">
      <w:pPr>
        <w:pStyle w:val="ListParagraph"/>
        <w:numPr>
          <w:ilvl w:val="0"/>
          <w:numId w:val="4"/>
        </w:numPr>
      </w:pPr>
      <w:r>
        <w:t>On campus in-services</w:t>
      </w:r>
    </w:p>
    <w:p w:rsidR="0076658D" w:rsidRDefault="0076658D" w:rsidP="00D53BB2">
      <w:pPr>
        <w:pStyle w:val="ListParagraph"/>
        <w:numPr>
          <w:ilvl w:val="0"/>
          <w:numId w:val="4"/>
        </w:numPr>
      </w:pPr>
      <w:r>
        <w:t>Dinner auction $ for technology</w:t>
      </w:r>
    </w:p>
    <w:p w:rsidR="0076658D" w:rsidRDefault="0076658D" w:rsidP="00D53BB2">
      <w:r>
        <w:t>4.5</w:t>
      </w:r>
    </w:p>
    <w:p w:rsidR="0076658D" w:rsidRDefault="0076658D" w:rsidP="00D53BB2">
      <w:r>
        <w:t>Strengths:</w:t>
      </w:r>
    </w:p>
    <w:p w:rsidR="0076658D" w:rsidRDefault="0076658D" w:rsidP="00D53BB2"/>
    <w:p w:rsidR="0076658D" w:rsidRDefault="0076658D" w:rsidP="00D53BB2">
      <w:r>
        <w:t xml:space="preserve">4.6 </w:t>
      </w:r>
    </w:p>
    <w:p w:rsidR="0076658D" w:rsidRDefault="0076658D" w:rsidP="00D53BB2">
      <w:r>
        <w:t>Strengths:</w:t>
      </w:r>
    </w:p>
    <w:p w:rsidR="0076658D" w:rsidRDefault="0076658D" w:rsidP="00D53BB2">
      <w:pPr>
        <w:pStyle w:val="ListParagraph"/>
        <w:numPr>
          <w:ilvl w:val="0"/>
          <w:numId w:val="5"/>
        </w:numPr>
      </w:pPr>
      <w:r>
        <w:t>Full-time athletic trainer</w:t>
      </w:r>
    </w:p>
    <w:p w:rsidR="0076658D" w:rsidRDefault="0076658D" w:rsidP="00D53BB2">
      <w:pPr>
        <w:pStyle w:val="ListParagraph"/>
        <w:numPr>
          <w:ilvl w:val="0"/>
          <w:numId w:val="5"/>
        </w:numPr>
      </w:pPr>
      <w:r>
        <w:t xml:space="preserve">FIT </w:t>
      </w:r>
    </w:p>
    <w:p w:rsidR="0076658D" w:rsidRDefault="0076658D" w:rsidP="00D53BB2">
      <w:r>
        <w:tab/>
      </w:r>
    </w:p>
    <w:sectPr w:rsidR="0076658D" w:rsidSect="00297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4B45"/>
    <w:multiLevelType w:val="hybridMultilevel"/>
    <w:tmpl w:val="C43EF79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1C5515ED"/>
    <w:multiLevelType w:val="hybridMultilevel"/>
    <w:tmpl w:val="6CB60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E021D"/>
    <w:multiLevelType w:val="hybridMultilevel"/>
    <w:tmpl w:val="8952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B47C5"/>
    <w:multiLevelType w:val="hybridMultilevel"/>
    <w:tmpl w:val="1DFA7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174F4"/>
    <w:multiLevelType w:val="hybridMultilevel"/>
    <w:tmpl w:val="F04E9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51F83"/>
    <w:multiLevelType w:val="hybridMultilevel"/>
    <w:tmpl w:val="2062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98E"/>
    <w:rsid w:val="002976F4"/>
    <w:rsid w:val="0076658D"/>
    <w:rsid w:val="00AC24DC"/>
    <w:rsid w:val="00BA42AE"/>
    <w:rsid w:val="00D53BB2"/>
    <w:rsid w:val="00F055A8"/>
    <w:rsid w:val="00F7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6F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09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127</Words>
  <Characters>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SACS Minutes</dc:title>
  <dc:subject/>
  <dc:creator> </dc:creator>
  <cp:keywords/>
  <dc:description/>
  <cp:lastModifiedBy>Your User Name</cp:lastModifiedBy>
  <cp:revision>2</cp:revision>
  <cp:lastPrinted>2012-05-07T19:25:00Z</cp:lastPrinted>
  <dcterms:created xsi:type="dcterms:W3CDTF">2012-05-07T19:26:00Z</dcterms:created>
  <dcterms:modified xsi:type="dcterms:W3CDTF">2012-05-07T19:26:00Z</dcterms:modified>
</cp:coreProperties>
</file>